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48" w:rsidRPr="003C4DB1" w:rsidRDefault="007E5FA4" w:rsidP="00E86A48">
      <w:pPr>
        <w:pStyle w:val="Ttulo1"/>
        <w:spacing w:before="0" w:line="240" w:lineRule="auto"/>
        <w:ind w:left="708" w:hanging="708"/>
        <w:jc w:val="center"/>
        <w:rPr>
          <w:lang w:val="en-GB"/>
        </w:rPr>
      </w:pPr>
      <w:bookmarkStart w:id="0" w:name="_GoBack"/>
      <w:r w:rsidRPr="003C4DB1">
        <w:rPr>
          <w:lang w:val="en-GB"/>
        </w:rPr>
        <w:t>RICARDO SENDULSKY</w:t>
      </w:r>
      <w:r w:rsidR="009C746C" w:rsidRPr="003C4DB1">
        <w:rPr>
          <w:lang w:val="en-GB"/>
        </w:rPr>
        <w:t xml:space="preserve">, </w:t>
      </w:r>
      <w:r w:rsidR="005C331F" w:rsidRPr="003C4DB1">
        <w:rPr>
          <w:lang w:val="en-GB"/>
        </w:rPr>
        <w:t>CAE</w:t>
      </w:r>
      <w:r w:rsidR="00E86A48" w:rsidRPr="003C4DB1">
        <w:rPr>
          <w:lang w:val="en-GB"/>
        </w:rPr>
        <w:t xml:space="preserve"> C1 </w:t>
      </w:r>
      <w:r w:rsidR="003C4DB1" w:rsidRPr="003C4DB1">
        <w:rPr>
          <w:lang w:val="en-GB"/>
        </w:rPr>
        <w:t>ELECTRONIC DEV</w:t>
      </w:r>
      <w:r w:rsidR="003C4DB1">
        <w:rPr>
          <w:lang w:val="en-GB"/>
        </w:rPr>
        <w:t>ICE FOR TRAVELING</w:t>
      </w:r>
    </w:p>
    <w:bookmarkEnd w:id="0"/>
    <w:p w:rsidR="00E336DB" w:rsidRDefault="009C746C" w:rsidP="00F12008">
      <w:pPr>
        <w:pStyle w:val="Ttulo1"/>
        <w:spacing w:before="0" w:line="240" w:lineRule="auto"/>
        <w:ind w:left="708" w:hanging="708"/>
        <w:jc w:val="center"/>
        <w:rPr>
          <w:vertAlign w:val="superscript"/>
        </w:rPr>
      </w:pPr>
      <w:r w:rsidRPr="003C4DB1">
        <w:rPr>
          <w:lang w:val="en-GB"/>
        </w:rPr>
        <w:t xml:space="preserve"> </w:t>
      </w:r>
      <w:r w:rsidR="00BB43A1"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="00BB43A1" w:rsidRPr="00BB43A1">
        <w:rPr>
          <w:vertAlign w:val="superscript"/>
        </w:rPr>
        <w:t xml:space="preserve"> the subject title of your email)</w:t>
      </w:r>
    </w:p>
    <w:p w:rsidR="00E86A48" w:rsidRDefault="003C4DB1" w:rsidP="00E86A48">
      <w:pPr>
        <w:rPr>
          <w:lang w:val="en-US"/>
        </w:rPr>
      </w:pPr>
      <w:r>
        <w:rPr>
          <w:noProof/>
        </w:rPr>
        <w:drawing>
          <wp:inline distT="0" distB="0" distL="0" distR="0" wp14:anchorId="5066FE98" wp14:editId="44869369">
            <wp:extent cx="5273040" cy="1740535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4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46C" w:rsidRPr="00FC4296" w:rsidRDefault="00D2355A" w:rsidP="009C746C">
      <w:pPr>
        <w:rPr>
          <w:b/>
          <w:sz w:val="22"/>
        </w:rPr>
      </w:pPr>
      <w:r>
        <w:rPr>
          <w:noProof/>
          <w:lang w:val="en-US" w:eastAsia="en-US"/>
        </w:rPr>
        <w:t xml:space="preserve"> </w:t>
      </w:r>
      <w:r w:rsidRPr="00FC4296">
        <w:rPr>
          <w:b/>
          <w:sz w:val="22"/>
        </w:rPr>
        <w:t>(</w:t>
      </w:r>
      <w:r w:rsidR="00007E49">
        <w:rPr>
          <w:b/>
          <w:sz w:val="22"/>
        </w:rPr>
        <w:t>2</w:t>
      </w:r>
      <w:r w:rsidR="003C4DB1">
        <w:rPr>
          <w:b/>
          <w:sz w:val="22"/>
        </w:rPr>
        <w:t>6</w:t>
      </w:r>
      <w:r w:rsidR="009C746C" w:rsidRPr="00FC4296">
        <w:rPr>
          <w:b/>
          <w:sz w:val="22"/>
        </w:rPr>
        <w:t xml:space="preserve">0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sectPr w:rsidR="009C746C" w:rsidRPr="00FC4296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charset w:val="00"/>
    <w:family w:val="auto"/>
    <w:pitch w:val="variable"/>
    <w:sig w:usb0="80000023" w:usb1="00000000" w:usb2="00000000" w:usb3="00000000" w:csb0="00000001" w:csb1="00000000"/>
  </w:font>
  <w:font w:name="Mareks font e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Regular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 o">
    <w:charset w:val="00"/>
    <w:family w:val="auto"/>
    <w:pitch w:val="variable"/>
    <w:sig w:usb0="00000003" w:usb1="08000000" w:usb2="14000000" w:usb3="00000000" w:csb0="00000001" w:csb1="00000000"/>
  </w:font>
  <w:font w:name="MarekConnellEnglish u">
    <w:charset w:val="00"/>
    <w:family w:val="auto"/>
    <w:pitch w:val="variable"/>
    <w:sig w:usb0="00000003" w:usb1="08000000" w:usb2="14000000" w:usb3="00000000" w:csb0="00000001" w:csb1="00000000"/>
  </w:font>
  <w:font w:name="MarekConnellEnglish Le">
    <w:charset w:val="00"/>
    <w:family w:val="auto"/>
    <w:pitch w:val="variable"/>
    <w:sig w:usb0="00000003" w:usb1="08000000" w:usb2="14000000" w:usb3="00000000" w:csb0="00000001" w:csb1="00000000"/>
  </w:font>
  <w:font w:name="Shwas">
    <w:charset w:val="00"/>
    <w:family w:val="auto"/>
    <w:pitch w:val="variable"/>
    <w:sig w:usb0="00000003" w:usb1="08000000" w:usb2="14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FA4"/>
    <w:rsid w:val="00007E49"/>
    <w:rsid w:val="000727FB"/>
    <w:rsid w:val="00134F31"/>
    <w:rsid w:val="00196ABE"/>
    <w:rsid w:val="001B54CF"/>
    <w:rsid w:val="00250F78"/>
    <w:rsid w:val="0029107E"/>
    <w:rsid w:val="002D07AC"/>
    <w:rsid w:val="003C4DB1"/>
    <w:rsid w:val="004A3862"/>
    <w:rsid w:val="004E3824"/>
    <w:rsid w:val="005B4B7C"/>
    <w:rsid w:val="005C331F"/>
    <w:rsid w:val="0068508C"/>
    <w:rsid w:val="0070617D"/>
    <w:rsid w:val="0071259B"/>
    <w:rsid w:val="00776E51"/>
    <w:rsid w:val="007E5FA4"/>
    <w:rsid w:val="00831AD4"/>
    <w:rsid w:val="008564A5"/>
    <w:rsid w:val="009C746C"/>
    <w:rsid w:val="009E6D75"/>
    <w:rsid w:val="009F5CD3"/>
    <w:rsid w:val="00AB06DE"/>
    <w:rsid w:val="00B040F3"/>
    <w:rsid w:val="00B17643"/>
    <w:rsid w:val="00BB43A1"/>
    <w:rsid w:val="00BD590E"/>
    <w:rsid w:val="00C03574"/>
    <w:rsid w:val="00C35E9E"/>
    <w:rsid w:val="00C413DC"/>
    <w:rsid w:val="00CC26C6"/>
    <w:rsid w:val="00D2355A"/>
    <w:rsid w:val="00D86CB7"/>
    <w:rsid w:val="00E336DB"/>
    <w:rsid w:val="00E86A48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D20C31"/>
  <w15:docId w15:val="{5D62DF2D-CDE5-427B-9481-B2393CAB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31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31F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B2%20HOMEWORK%20week%2018%20B2%20INTERNET%20USE\NAME%20SURNAME,%20FCE%20W18%20INTERNET%20U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FCE W18 INTERNET USE.dotx</Template>
  <TotalTime>87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NAME, SURNAME, HOMEWORK FCE p126-127 GAME REVIEW COMPLAINT </vt:lpstr>
      <vt:lpstr>(COPY THE TITLE ABOVE INTO the subject title of your email)</vt:lpstr>
    </vt:vector>
  </TitlesOfParts>
  <Company>goldsmiths college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ricardo sendulsky</cp:lastModifiedBy>
  <cp:revision>17</cp:revision>
  <cp:lastPrinted>2014-10-16T21:36:00Z</cp:lastPrinted>
  <dcterms:created xsi:type="dcterms:W3CDTF">2018-07-08T17:09:00Z</dcterms:created>
  <dcterms:modified xsi:type="dcterms:W3CDTF">2018-08-30T10:55:00Z</dcterms:modified>
</cp:coreProperties>
</file>